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103" w:rsidRPr="00B94027" w:rsidRDefault="003D1103" w:rsidP="005B6451">
      <w:pPr>
        <w:ind w:left="6372"/>
        <w:rPr>
          <w:rFonts w:ascii="Arial" w:hAnsi="Arial" w:cs="Arial"/>
          <w:b/>
          <w:sz w:val="20"/>
          <w:szCs w:val="20"/>
        </w:rPr>
      </w:pPr>
    </w:p>
    <w:p w:rsidR="003D1103" w:rsidRPr="00B94027" w:rsidRDefault="003D1103" w:rsidP="00B94027">
      <w:pPr>
        <w:pStyle w:val="Head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ZPKWŁ.271.7</w:t>
      </w:r>
      <w:r w:rsidRPr="00B94027">
        <w:rPr>
          <w:rFonts w:ascii="Arial" w:hAnsi="Arial" w:cs="Arial"/>
          <w:b/>
          <w:sz w:val="20"/>
          <w:szCs w:val="20"/>
        </w:rPr>
        <w:t>.2017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Załącznik Nr 2 do SIWZ</w:t>
      </w:r>
    </w:p>
    <w:p w:rsidR="003D1103" w:rsidRDefault="003D1103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3D1103" w:rsidRDefault="003D1103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3D1103" w:rsidRDefault="003D1103" w:rsidP="008E0492">
      <w:pPr>
        <w:jc w:val="center"/>
        <w:rPr>
          <w:rFonts w:ascii="Arial" w:hAnsi="Arial" w:cs="Arial"/>
          <w:b/>
          <w:sz w:val="20"/>
          <w:szCs w:val="20"/>
        </w:rPr>
      </w:pPr>
      <w:r w:rsidRPr="00B94027">
        <w:rPr>
          <w:rFonts w:ascii="Arial" w:hAnsi="Arial" w:cs="Arial"/>
          <w:b/>
          <w:sz w:val="20"/>
          <w:szCs w:val="20"/>
        </w:rPr>
        <w:t>OŚWIADCZENIE WYKONAWCY</w:t>
      </w:r>
      <w:bookmarkStart w:id="0" w:name="_GoBack"/>
      <w:bookmarkEnd w:id="0"/>
    </w:p>
    <w:p w:rsidR="003D1103" w:rsidRPr="00B94027" w:rsidRDefault="003D1103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3D1103" w:rsidRPr="00B94027" w:rsidRDefault="003D1103" w:rsidP="005B6451">
      <w:pPr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składane na podstawie art. 25a ust. 1 ustawy z dnia 29 stycznia 2004 r. Prawo zamówień publicznych (zwanej dalej ustawą Pzp)</w:t>
      </w:r>
    </w:p>
    <w:p w:rsidR="003D1103" w:rsidRPr="00B94027" w:rsidRDefault="003D1103" w:rsidP="007550C2">
      <w:pPr>
        <w:rPr>
          <w:rFonts w:ascii="Arial" w:hAnsi="Arial" w:cs="Arial"/>
          <w:sz w:val="20"/>
          <w:szCs w:val="20"/>
        </w:rPr>
      </w:pPr>
    </w:p>
    <w:p w:rsidR="003D1103" w:rsidRPr="00B94027" w:rsidRDefault="003D1103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</w:t>
      </w:r>
    </w:p>
    <w:p w:rsidR="003D1103" w:rsidRPr="00B94027" w:rsidRDefault="003D1103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……………………………………</w:t>
      </w:r>
    </w:p>
    <w:p w:rsidR="003D1103" w:rsidRDefault="003D1103" w:rsidP="00B94027">
      <w:pPr>
        <w:jc w:val="center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(pełna nazwa i adres Wykonawcy)</w:t>
      </w:r>
    </w:p>
    <w:p w:rsidR="003D1103" w:rsidRPr="00B94027" w:rsidRDefault="003D1103" w:rsidP="00B94027">
      <w:pPr>
        <w:jc w:val="center"/>
        <w:rPr>
          <w:rFonts w:ascii="Arial" w:hAnsi="Arial" w:cs="Arial"/>
          <w:sz w:val="16"/>
          <w:szCs w:val="16"/>
        </w:rPr>
      </w:pPr>
    </w:p>
    <w:p w:rsidR="003D1103" w:rsidRDefault="003D1103" w:rsidP="00F14A10">
      <w:pPr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Będąc uczestnikiem postępowania o udzielnie zamówienia publicznego na:</w:t>
      </w:r>
    </w:p>
    <w:p w:rsidR="003D1103" w:rsidRPr="00B94027" w:rsidRDefault="003D1103" w:rsidP="001A25F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</w:rPr>
        <w:t>Dostawa specjalistycznego samochodu</w:t>
      </w:r>
      <w:r w:rsidRPr="00052B52">
        <w:rPr>
          <w:rFonts w:ascii="Arial" w:hAnsi="Arial" w:cs="Arial"/>
          <w:b/>
          <w:color w:val="000000"/>
        </w:rPr>
        <w:t xml:space="preserve"> </w:t>
      </w:r>
      <w:r w:rsidRPr="00052B52">
        <w:rPr>
          <w:rFonts w:ascii="Arial" w:hAnsi="Arial" w:cs="Arial"/>
          <w:b/>
        </w:rPr>
        <w:t>na potrzeby Zespołu Parków Krajobrazowych Województwa Łódzkiego</w:t>
      </w:r>
    </w:p>
    <w:p w:rsidR="003D1103" w:rsidRPr="00B94027" w:rsidRDefault="003D1103" w:rsidP="008E04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nie później niż na dzień składania ofert, spełniam warunki udziału w postępowaniu określone w pkt 6.1 SIWZ oraz nie podlegam wykluczeniu z postępowania z powodu niespełniania warunków, o których mowa w art. 24 ust. 1 oraz ust. 5 pkt 1 ustawy Pzp,</w:t>
      </w:r>
    </w:p>
    <w:p w:rsidR="003D1103" w:rsidRPr="00B94027" w:rsidRDefault="003D1103" w:rsidP="00EE5BC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zakresie opisanym w pkt 6.1 SIWZ</w:t>
      </w:r>
      <w:r w:rsidRPr="00B94027">
        <w:rPr>
          <w:rFonts w:ascii="Arial" w:hAnsi="Arial" w:cs="Arial"/>
          <w:i/>
          <w:sz w:val="20"/>
          <w:szCs w:val="20"/>
        </w:rPr>
        <w:t xml:space="preserve"> </w:t>
      </w:r>
      <w:r w:rsidRPr="00B94027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3D1103" w:rsidRPr="00B94027" w:rsidRDefault="003D1103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D1103" w:rsidRPr="00B94027" w:rsidRDefault="003D1103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3D1103" w:rsidRPr="00B94027" w:rsidRDefault="003D1103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D1103" w:rsidRPr="00B94027" w:rsidRDefault="003D1103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…………………………………………………………………………………………………………...</w:t>
      </w:r>
    </w:p>
    <w:p w:rsidR="003D1103" w:rsidRPr="00B94027" w:rsidRDefault="003D1103" w:rsidP="00EE5B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D1103" w:rsidRPr="00B94027" w:rsidRDefault="003D1103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…………………………………………………………………………….</w:t>
      </w:r>
    </w:p>
    <w:p w:rsidR="003D1103" w:rsidRPr="00B94027" w:rsidRDefault="003D1103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3D1103" w:rsidRPr="00B94027" w:rsidRDefault="003D1103" w:rsidP="00EE5BCF">
      <w:pPr>
        <w:spacing w:after="0" w:line="360" w:lineRule="auto"/>
        <w:ind w:firstLine="284"/>
        <w:jc w:val="both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………………………….</w:t>
      </w:r>
      <w:r w:rsidRPr="00B94027">
        <w:rPr>
          <w:rFonts w:ascii="Arial" w:hAnsi="Arial" w:cs="Arial"/>
          <w:sz w:val="16"/>
          <w:szCs w:val="16"/>
        </w:rPr>
        <w:t>………………………………</w:t>
      </w:r>
    </w:p>
    <w:p w:rsidR="003D1103" w:rsidRDefault="003D1103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  <w:r w:rsidRPr="00B94027">
        <w:rPr>
          <w:rFonts w:ascii="Arial" w:hAnsi="Arial" w:cs="Arial"/>
          <w:i/>
          <w:sz w:val="16"/>
          <w:szCs w:val="16"/>
        </w:rPr>
        <w:t>(wskazać podmiot i określić odpowiedni zakres dla wskazanego podmiotu)</w:t>
      </w:r>
    </w:p>
    <w:p w:rsidR="003D1103" w:rsidRPr="00B94027" w:rsidRDefault="003D1103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</w:p>
    <w:p w:rsidR="003D1103" w:rsidRPr="00B94027" w:rsidRDefault="003D1103" w:rsidP="00263ED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stosunku do podmiotów wymienionych w pkt 1 nie zachodzą podstawy wykluczenia z postępowania z powodu niespełniania warunków, o których mowa w art. 24 ust. 1 oraz ust. 5 pkt 1 ustawy Pzp,</w:t>
      </w:r>
    </w:p>
    <w:p w:rsidR="003D1103" w:rsidRPr="00B94027" w:rsidRDefault="003D1103" w:rsidP="007D230E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9402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D1103" w:rsidRPr="00B94027" w:rsidRDefault="003D1103" w:rsidP="00EE5BCF">
      <w:pPr>
        <w:spacing w:after="0" w:line="360" w:lineRule="auto"/>
        <w:ind w:firstLine="284"/>
        <w:jc w:val="both"/>
        <w:rPr>
          <w:rFonts w:ascii="Arial" w:hAnsi="Arial" w:cs="Arial"/>
          <w:i/>
          <w:sz w:val="20"/>
          <w:szCs w:val="20"/>
        </w:rPr>
      </w:pPr>
    </w:p>
    <w:p w:rsidR="003D1103" w:rsidRPr="00B94027" w:rsidRDefault="003D1103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3D1103" w:rsidRPr="00B94027" w:rsidRDefault="003D1103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3D1103" w:rsidRPr="00B94027" w:rsidRDefault="003D1103" w:rsidP="00B94027">
      <w:pPr>
        <w:spacing w:line="240" w:lineRule="auto"/>
        <w:ind w:left="2832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20"/>
          <w:szCs w:val="20"/>
        </w:rPr>
        <w:tab/>
        <w:t xml:space="preserve">                </w:t>
      </w:r>
      <w:r w:rsidRPr="00B94027">
        <w:rPr>
          <w:rFonts w:ascii="Arial" w:hAnsi="Arial" w:cs="Arial"/>
          <w:sz w:val="16"/>
          <w:szCs w:val="16"/>
        </w:rPr>
        <w:t>…</w:t>
      </w:r>
      <w:r>
        <w:rPr>
          <w:rFonts w:ascii="Arial" w:hAnsi="Arial" w:cs="Arial"/>
          <w:sz w:val="16"/>
          <w:szCs w:val="16"/>
        </w:rPr>
        <w:t>……</w:t>
      </w:r>
      <w:r w:rsidRPr="00B94027">
        <w:rPr>
          <w:rFonts w:ascii="Arial" w:hAnsi="Arial" w:cs="Arial"/>
          <w:sz w:val="16"/>
          <w:szCs w:val="16"/>
        </w:rPr>
        <w:t>……………………………………</w:t>
      </w:r>
    </w:p>
    <w:p w:rsidR="003D1103" w:rsidRPr="00B94027" w:rsidRDefault="003D1103" w:rsidP="00B94027">
      <w:pPr>
        <w:spacing w:after="0" w:line="240" w:lineRule="auto"/>
        <w:ind w:left="1416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B94027">
        <w:rPr>
          <w:rFonts w:ascii="Arial" w:hAnsi="Arial" w:cs="Arial"/>
          <w:sz w:val="16"/>
          <w:szCs w:val="16"/>
        </w:rPr>
        <w:tab/>
        <w:t xml:space="preserve">           (podpis/podpisy osoby/osób</w:t>
      </w:r>
    </w:p>
    <w:p w:rsidR="003D1103" w:rsidRDefault="003D1103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uprawnionych/upoważnionych </w:t>
      </w:r>
    </w:p>
    <w:p w:rsidR="003D1103" w:rsidRPr="00B94027" w:rsidRDefault="003D1103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do</w:t>
      </w:r>
      <w:r w:rsidRPr="00B94027">
        <w:rPr>
          <w:rFonts w:ascii="Arial" w:hAnsi="Arial" w:cs="Arial"/>
          <w:sz w:val="16"/>
          <w:szCs w:val="16"/>
        </w:rPr>
        <w:t xml:space="preserve"> reprezentowania Wykonawcy)</w:t>
      </w:r>
    </w:p>
    <w:sectPr w:rsidR="003D1103" w:rsidRPr="00B94027" w:rsidSect="00F14A10">
      <w:pgSz w:w="11906" w:h="16838"/>
      <w:pgMar w:top="36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515"/>
    <w:rsid w:val="00012CF2"/>
    <w:rsid w:val="00027921"/>
    <w:rsid w:val="00052B52"/>
    <w:rsid w:val="0005390C"/>
    <w:rsid w:val="000957F2"/>
    <w:rsid w:val="000B6AA0"/>
    <w:rsid w:val="000D0FF8"/>
    <w:rsid w:val="001852D4"/>
    <w:rsid w:val="001A25F8"/>
    <w:rsid w:val="001E54A6"/>
    <w:rsid w:val="001E5F35"/>
    <w:rsid w:val="001F3068"/>
    <w:rsid w:val="00263EDF"/>
    <w:rsid w:val="00272943"/>
    <w:rsid w:val="00290998"/>
    <w:rsid w:val="00297259"/>
    <w:rsid w:val="002F0708"/>
    <w:rsid w:val="002F3BFB"/>
    <w:rsid w:val="00351D3E"/>
    <w:rsid w:val="00361170"/>
    <w:rsid w:val="0037291B"/>
    <w:rsid w:val="00392D18"/>
    <w:rsid w:val="00392D1D"/>
    <w:rsid w:val="003D09F9"/>
    <w:rsid w:val="003D1103"/>
    <w:rsid w:val="0041633B"/>
    <w:rsid w:val="004260E8"/>
    <w:rsid w:val="004654AA"/>
    <w:rsid w:val="00465CCC"/>
    <w:rsid w:val="004A3A54"/>
    <w:rsid w:val="004F1EB8"/>
    <w:rsid w:val="00547563"/>
    <w:rsid w:val="00552A6B"/>
    <w:rsid w:val="00557E08"/>
    <w:rsid w:val="005B6451"/>
    <w:rsid w:val="00634B0F"/>
    <w:rsid w:val="0068110D"/>
    <w:rsid w:val="006C4328"/>
    <w:rsid w:val="006D5241"/>
    <w:rsid w:val="00715CD9"/>
    <w:rsid w:val="007550C2"/>
    <w:rsid w:val="007619D5"/>
    <w:rsid w:val="007C6D63"/>
    <w:rsid w:val="007D230E"/>
    <w:rsid w:val="00802164"/>
    <w:rsid w:val="00834330"/>
    <w:rsid w:val="008E0492"/>
    <w:rsid w:val="008E6B6E"/>
    <w:rsid w:val="008E7459"/>
    <w:rsid w:val="008E7E96"/>
    <w:rsid w:val="009713ED"/>
    <w:rsid w:val="0099331E"/>
    <w:rsid w:val="009E6A6D"/>
    <w:rsid w:val="009E7578"/>
    <w:rsid w:val="009F6A80"/>
    <w:rsid w:val="00A22DCF"/>
    <w:rsid w:val="00A64AA2"/>
    <w:rsid w:val="00A77515"/>
    <w:rsid w:val="00AB080D"/>
    <w:rsid w:val="00B360BC"/>
    <w:rsid w:val="00B94027"/>
    <w:rsid w:val="00BA2A61"/>
    <w:rsid w:val="00BB62F5"/>
    <w:rsid w:val="00BC66F9"/>
    <w:rsid w:val="00C10F1E"/>
    <w:rsid w:val="00C14809"/>
    <w:rsid w:val="00C300BF"/>
    <w:rsid w:val="00C30A3F"/>
    <w:rsid w:val="00C36BFE"/>
    <w:rsid w:val="00CA40FC"/>
    <w:rsid w:val="00CD1F49"/>
    <w:rsid w:val="00D62448"/>
    <w:rsid w:val="00DA456E"/>
    <w:rsid w:val="00DB2793"/>
    <w:rsid w:val="00E00B1F"/>
    <w:rsid w:val="00E37F82"/>
    <w:rsid w:val="00E45851"/>
    <w:rsid w:val="00E5413D"/>
    <w:rsid w:val="00E5565C"/>
    <w:rsid w:val="00E82DD6"/>
    <w:rsid w:val="00E938C3"/>
    <w:rsid w:val="00EE5BCF"/>
    <w:rsid w:val="00F14A10"/>
    <w:rsid w:val="00F35A1F"/>
    <w:rsid w:val="00F7381B"/>
    <w:rsid w:val="00F953D8"/>
    <w:rsid w:val="00FC5912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C3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5A1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5A1F"/>
    <w:rPr>
      <w:rFonts w:ascii="Calibri Light" w:hAnsi="Calibri Light" w:cs="Times New Roman"/>
      <w:color w:val="2E74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6D5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52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B64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6451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E5BCF"/>
    <w:pPr>
      <w:ind w:left="720"/>
      <w:contextualSpacing/>
    </w:pPr>
  </w:style>
  <w:style w:type="character" w:customStyle="1" w:styleId="ZnakZnak10">
    <w:name w:val="Znak Znak10"/>
    <w:uiPriority w:val="99"/>
    <w:rsid w:val="00F14A10"/>
    <w:rPr>
      <w:sz w:val="24"/>
      <w:lang w:eastAsia="en-US"/>
    </w:rPr>
  </w:style>
  <w:style w:type="paragraph" w:styleId="BodyText3">
    <w:name w:val="Body Text 3"/>
    <w:basedOn w:val="Normal"/>
    <w:link w:val="BodyText3Char1"/>
    <w:uiPriority w:val="99"/>
    <w:rsid w:val="00F14A10"/>
    <w:pPr>
      <w:spacing w:before="120" w:after="0" w:line="240" w:lineRule="auto"/>
      <w:jc w:val="both"/>
    </w:pPr>
    <w:rPr>
      <w:i/>
      <w:sz w:val="24"/>
      <w:szCs w:val="20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F6A80"/>
    <w:rPr>
      <w:rFonts w:cs="Times New Roman"/>
      <w:sz w:val="16"/>
      <w:szCs w:val="16"/>
      <w:lang w:eastAsia="en-US"/>
    </w:rPr>
  </w:style>
  <w:style w:type="character" w:customStyle="1" w:styleId="BodyText3Char1">
    <w:name w:val="Body Text 3 Char1"/>
    <w:link w:val="BodyText3"/>
    <w:uiPriority w:val="99"/>
    <w:locked/>
    <w:rsid w:val="00F14A10"/>
    <w:rPr>
      <w:i/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2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1</Pages>
  <Words>277</Words>
  <Characters>1663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Marta</dc:creator>
  <cp:keywords/>
  <dc:description/>
  <cp:lastModifiedBy>ZPKWL</cp:lastModifiedBy>
  <cp:revision>25</cp:revision>
  <cp:lastPrinted>2016-12-21T13:50:00Z</cp:lastPrinted>
  <dcterms:created xsi:type="dcterms:W3CDTF">2016-09-02T09:05:00Z</dcterms:created>
  <dcterms:modified xsi:type="dcterms:W3CDTF">2017-10-05T09:47:00Z</dcterms:modified>
</cp:coreProperties>
</file>