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32" w:rsidRPr="00804A63" w:rsidRDefault="00594E32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594E32" w:rsidRPr="00804A63" w:rsidRDefault="00594E32" w:rsidP="005D4E6F">
      <w:pPr>
        <w:jc w:val="both"/>
        <w:rPr>
          <w:rFonts w:ascii="Arial" w:hAnsi="Arial" w:cs="Arial"/>
          <w:sz w:val="20"/>
          <w:szCs w:val="20"/>
        </w:rPr>
      </w:pPr>
    </w:p>
    <w:p w:rsidR="00594E32" w:rsidRPr="00804A63" w:rsidRDefault="00594E32" w:rsidP="005D4E6F">
      <w:pPr>
        <w:jc w:val="both"/>
        <w:rPr>
          <w:rFonts w:ascii="Arial" w:hAnsi="Arial" w:cs="Arial"/>
          <w:sz w:val="16"/>
          <w:szCs w:val="16"/>
        </w:rPr>
      </w:pPr>
    </w:p>
    <w:p w:rsidR="00594E32" w:rsidRPr="00804A63" w:rsidRDefault="00594E32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594E32" w:rsidRPr="00804A63" w:rsidRDefault="00594E32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594E32" w:rsidRPr="00804A63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Pr="00804A63" w:rsidRDefault="00594E32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594E32" w:rsidRPr="00804A63" w:rsidTr="001D673E">
        <w:tc>
          <w:tcPr>
            <w:tcW w:w="9639" w:type="dxa"/>
            <w:shd w:val="clear" w:color="auto" w:fill="CCFFFF"/>
          </w:tcPr>
          <w:p w:rsidR="00594E32" w:rsidRDefault="00594E32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4E32" w:rsidRDefault="00594E32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594E32" w:rsidRDefault="00594E32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594E32" w:rsidRPr="00804A63" w:rsidRDefault="00594E32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94E32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Pr="00804A63" w:rsidRDefault="00594E32" w:rsidP="005D4E6F">
      <w:pPr>
        <w:rPr>
          <w:rFonts w:ascii="Arial" w:hAnsi="Arial" w:cs="Arial"/>
          <w:b/>
          <w:sz w:val="20"/>
          <w:szCs w:val="20"/>
        </w:rPr>
      </w:pPr>
    </w:p>
    <w:p w:rsidR="00594E32" w:rsidRPr="00804A63" w:rsidRDefault="00594E32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594E32" w:rsidRPr="00B360BC" w:rsidRDefault="00594E32" w:rsidP="006A4FBB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Wymiana ogrodzenia i bram wjazdowych w siedzibie OT NPK w Przedborzu</w:t>
      </w:r>
    </w:p>
    <w:p w:rsidR="00594E32" w:rsidRPr="00804A63" w:rsidRDefault="00594E32" w:rsidP="009F20B9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(sygn. post. </w:t>
      </w:r>
      <w:r>
        <w:rPr>
          <w:rFonts w:ascii="Arial" w:hAnsi="Arial" w:cs="Arial"/>
          <w:b/>
          <w:sz w:val="20"/>
          <w:szCs w:val="20"/>
        </w:rPr>
        <w:t>ZPKWŁ.271.3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594E32" w:rsidRPr="00804A63" w:rsidRDefault="00594E32" w:rsidP="00E95374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594E32" w:rsidRPr="00804A63" w:rsidRDefault="00594E32" w:rsidP="00E95374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</w:t>
      </w:r>
    </w:p>
    <w:p w:rsidR="00594E32" w:rsidRPr="00804A63" w:rsidRDefault="00594E32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594E32" w:rsidRDefault="00594E32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594E32" w:rsidRPr="00804A63" w:rsidRDefault="00594E32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594E32" w:rsidRDefault="00594E32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594E32" w:rsidRDefault="00594E32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594E32" w:rsidRPr="00804A63" w:rsidRDefault="00594E32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594E32" w:rsidRPr="00804A63" w:rsidRDefault="00594E32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594E32" w:rsidRDefault="00594E32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594E32" w:rsidRPr="00804A63" w:rsidRDefault="00594E32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594E32" w:rsidRPr="00804A63" w:rsidRDefault="00594E32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594E32" w:rsidRPr="00804A63" w:rsidRDefault="00594E32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594E32" w:rsidRPr="00804A63" w:rsidRDefault="00594E32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594E32" w:rsidRPr="00804A63" w:rsidRDefault="00594E32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594E32" w:rsidRPr="00804A63" w:rsidRDefault="00594E32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594E32" w:rsidRPr="00804A63" w:rsidRDefault="00594E32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594E32" w:rsidRPr="00804A63" w:rsidRDefault="00594E32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594E32" w:rsidRPr="00804A63" w:rsidRDefault="00594E32" w:rsidP="005D4E6F">
      <w:pPr>
        <w:pStyle w:val="BodyText"/>
        <w:rPr>
          <w:sz w:val="20"/>
          <w:szCs w:val="20"/>
        </w:rPr>
      </w:pPr>
    </w:p>
    <w:p w:rsidR="00594E32" w:rsidRPr="00804A63" w:rsidRDefault="00594E32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594E32" w:rsidRPr="00804A63" w:rsidRDefault="00594E32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594E32" w:rsidRDefault="00594E32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594E32" w:rsidRDefault="00594E32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594E32" w:rsidRPr="00804A63" w:rsidRDefault="00594E32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594E32" w:rsidRPr="00804A63" w:rsidRDefault="00594E32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594E32" w:rsidRPr="00804A63" w:rsidRDefault="00594E32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594E32" w:rsidRPr="00804A63" w:rsidRDefault="00594E32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594E32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32" w:rsidRDefault="00594E32">
      <w:r>
        <w:separator/>
      </w:r>
    </w:p>
  </w:endnote>
  <w:endnote w:type="continuationSeparator" w:id="0">
    <w:p w:rsidR="00594E32" w:rsidRDefault="0059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32" w:rsidRDefault="00594E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4E32" w:rsidRDefault="00594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32" w:rsidRPr="00993339" w:rsidRDefault="00594E32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594E32" w:rsidRPr="00993339" w:rsidRDefault="00594E32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32" w:rsidRDefault="00594E32">
      <w:r>
        <w:separator/>
      </w:r>
    </w:p>
  </w:footnote>
  <w:footnote w:type="continuationSeparator" w:id="0">
    <w:p w:rsidR="00594E32" w:rsidRDefault="00594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63959"/>
    <w:rsid w:val="00072D56"/>
    <w:rsid w:val="000D340B"/>
    <w:rsid w:val="00103147"/>
    <w:rsid w:val="00106740"/>
    <w:rsid w:val="0014404C"/>
    <w:rsid w:val="00151C72"/>
    <w:rsid w:val="001619AE"/>
    <w:rsid w:val="001A15D8"/>
    <w:rsid w:val="001D673E"/>
    <w:rsid w:val="001E54A6"/>
    <w:rsid w:val="002D01AA"/>
    <w:rsid w:val="002E4BC2"/>
    <w:rsid w:val="003277BF"/>
    <w:rsid w:val="00332CE4"/>
    <w:rsid w:val="00366E84"/>
    <w:rsid w:val="0037386E"/>
    <w:rsid w:val="003D09F9"/>
    <w:rsid w:val="00400F5E"/>
    <w:rsid w:val="00463380"/>
    <w:rsid w:val="0054784A"/>
    <w:rsid w:val="00594E32"/>
    <w:rsid w:val="005D4E6F"/>
    <w:rsid w:val="0062046F"/>
    <w:rsid w:val="00650BFD"/>
    <w:rsid w:val="00687FFE"/>
    <w:rsid w:val="0069685B"/>
    <w:rsid w:val="006A4FBB"/>
    <w:rsid w:val="007222A2"/>
    <w:rsid w:val="00754BE1"/>
    <w:rsid w:val="007E0291"/>
    <w:rsid w:val="007E0B36"/>
    <w:rsid w:val="007F4B1E"/>
    <w:rsid w:val="00804A63"/>
    <w:rsid w:val="008147E7"/>
    <w:rsid w:val="008A48D0"/>
    <w:rsid w:val="008D27DE"/>
    <w:rsid w:val="009218EE"/>
    <w:rsid w:val="00952D8E"/>
    <w:rsid w:val="00971CE0"/>
    <w:rsid w:val="00972C1A"/>
    <w:rsid w:val="009827EE"/>
    <w:rsid w:val="00993339"/>
    <w:rsid w:val="009E541B"/>
    <w:rsid w:val="009F20B9"/>
    <w:rsid w:val="00A30508"/>
    <w:rsid w:val="00A57D42"/>
    <w:rsid w:val="00A82EB9"/>
    <w:rsid w:val="00AA7C1A"/>
    <w:rsid w:val="00B11CFF"/>
    <w:rsid w:val="00B360BC"/>
    <w:rsid w:val="00BE1D0F"/>
    <w:rsid w:val="00BE5F86"/>
    <w:rsid w:val="00C23F07"/>
    <w:rsid w:val="00D44CCF"/>
    <w:rsid w:val="00D71934"/>
    <w:rsid w:val="00DB2202"/>
    <w:rsid w:val="00E46BE6"/>
    <w:rsid w:val="00E905AE"/>
    <w:rsid w:val="00E90688"/>
    <w:rsid w:val="00E95374"/>
    <w:rsid w:val="00EE103A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256</Words>
  <Characters>1537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13</cp:revision>
  <cp:lastPrinted>2016-10-12T05:57:00Z</cp:lastPrinted>
  <dcterms:created xsi:type="dcterms:W3CDTF">2016-09-06T13:14:00Z</dcterms:created>
  <dcterms:modified xsi:type="dcterms:W3CDTF">2017-05-30T09:45:00Z</dcterms:modified>
</cp:coreProperties>
</file>